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77865">
      <w:pPr>
        <w:jc w:val="center"/>
        <w:rPr>
          <w:rFonts w:ascii="宋体" w:cs="Arial"/>
          <w:b/>
          <w:color w:val="333333"/>
          <w:sz w:val="44"/>
          <w:szCs w:val="44"/>
        </w:rPr>
      </w:pPr>
      <w:r>
        <w:rPr>
          <w:rFonts w:hint="eastAsia" w:ascii="宋体" w:hAnsi="宋体" w:cs="Arial"/>
          <w:b/>
          <w:color w:val="333333"/>
          <w:sz w:val="44"/>
          <w:szCs w:val="44"/>
        </w:rPr>
        <w:t>报名费缴费指南</w:t>
      </w:r>
    </w:p>
    <w:p w14:paraId="394BC6D6">
      <w:pPr>
        <w:pStyle w:val="6"/>
        <w:shd w:val="clear" w:color="auto" w:fill="FFFFFF"/>
        <w:spacing w:before="0" w:beforeAutospacing="0" w:after="0" w:afterAutospacing="0" w:line="300" w:lineRule="atLeast"/>
        <w:ind w:firstLine="560" w:firstLineChars="200"/>
        <w:jc w:val="both"/>
        <w:rPr>
          <w:color w:val="333333"/>
          <w:spacing w:val="8"/>
          <w:sz w:val="28"/>
          <w:szCs w:val="28"/>
        </w:rPr>
      </w:pPr>
      <w:r>
        <w:rPr>
          <w:rFonts w:hint="eastAsia" w:cs="Arial"/>
          <w:color w:val="333333"/>
          <w:sz w:val="28"/>
          <w:szCs w:val="28"/>
        </w:rPr>
        <w:t>亲爱的同学，请仔细阅读本缴费指南，我们将竭诚为您提供服务，帮助您快速完成缴费手续。</w:t>
      </w:r>
      <w:r>
        <w:rPr>
          <w:rFonts w:hint="eastAsia"/>
          <w:color w:val="333333"/>
          <w:spacing w:val="8"/>
          <w:sz w:val="28"/>
          <w:szCs w:val="28"/>
        </w:rPr>
        <w:t>现将考</w:t>
      </w:r>
      <w:r>
        <w:rPr>
          <w:rFonts w:hint="eastAsia" w:cs="Arial"/>
          <w:color w:val="333333"/>
          <w:sz w:val="28"/>
          <w:szCs w:val="28"/>
        </w:rPr>
        <w:t>试报名费</w:t>
      </w:r>
      <w:r>
        <w:rPr>
          <w:rFonts w:hint="eastAsia"/>
          <w:color w:val="333333"/>
          <w:spacing w:val="8"/>
          <w:sz w:val="28"/>
          <w:szCs w:val="28"/>
        </w:rPr>
        <w:t>有关缴费事宜通知如下：</w:t>
      </w:r>
    </w:p>
    <w:p w14:paraId="003E8482">
      <w:pPr>
        <w:pStyle w:val="6"/>
        <w:shd w:val="clear" w:color="auto" w:fill="FFFFFF"/>
        <w:spacing w:before="0" w:beforeAutospacing="0" w:after="0" w:afterAutospacing="0" w:line="300" w:lineRule="atLeast"/>
        <w:jc w:val="both"/>
        <w:rPr>
          <w:rStyle w:val="9"/>
          <w:rFonts w:hint="eastAsia" w:cs="宋体"/>
          <w:color w:val="333333"/>
          <w:spacing w:val="8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提示：报考本次“申请-考核”制的考生，具备简章所要求外语条件的，无需报名医学博士外语考试，无需缴费，一旦缴费无法退回，请同学们仔细阅读相关要求！</w:t>
      </w:r>
    </w:p>
    <w:p w14:paraId="767BD907">
      <w:pPr>
        <w:pStyle w:val="6"/>
        <w:shd w:val="clear" w:color="auto" w:fill="FFFFFF"/>
        <w:spacing w:before="0" w:beforeAutospacing="0" w:after="0" w:afterAutospacing="0" w:line="300" w:lineRule="atLeast"/>
        <w:ind w:firstLine="594" w:firstLineChars="200"/>
        <w:jc w:val="both"/>
        <w:rPr>
          <w:color w:val="333333"/>
          <w:spacing w:val="8"/>
          <w:sz w:val="28"/>
          <w:szCs w:val="28"/>
        </w:rPr>
      </w:pPr>
      <w:r>
        <w:rPr>
          <w:rStyle w:val="9"/>
          <w:rFonts w:hint="eastAsia" w:cs="宋体"/>
          <w:color w:val="333333"/>
          <w:spacing w:val="8"/>
          <w:sz w:val="28"/>
          <w:szCs w:val="28"/>
        </w:rPr>
        <w:t>一、缴费方式：</w:t>
      </w:r>
    </w:p>
    <w:p w14:paraId="7879ED85">
      <w:pPr>
        <w:spacing w:line="300" w:lineRule="atLeas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sz w:val="28"/>
          <w:szCs w:val="28"/>
        </w:rPr>
        <w:t>扫描</w:t>
      </w:r>
      <w:r>
        <w:rPr>
          <w:rFonts w:hint="eastAsia" w:ascii="宋体" w:hAnsi="宋体"/>
          <w:sz w:val="28"/>
          <w:szCs w:val="28"/>
          <w:lang w:val="en-US" w:eastAsia="zh-CN"/>
        </w:rPr>
        <w:t>下方</w:t>
      </w:r>
      <w:r>
        <w:rPr>
          <w:rFonts w:hint="eastAsia" w:ascii="宋体" w:hAnsi="宋体"/>
          <w:sz w:val="28"/>
          <w:szCs w:val="28"/>
        </w:rPr>
        <w:t>二维码</w:t>
      </w:r>
    </w:p>
    <w:p w14:paraId="00333D0B">
      <w:pPr>
        <w:spacing w:line="300" w:lineRule="atLeast"/>
        <w:ind w:firstLine="560" w:firstLineChars="200"/>
        <w:rPr>
          <w:rFonts w:hint="eastAsia" w:ascii="宋体" w:eastAsiaTheme="minorEastAsia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2.</w:t>
      </w:r>
      <w:r>
        <w:rPr>
          <w:rFonts w:hint="eastAsia" w:ascii="宋体" w:hAnsi="宋体"/>
          <w:sz w:val="28"/>
          <w:szCs w:val="28"/>
        </w:rPr>
        <w:t>输入</w:t>
      </w:r>
      <w:r>
        <w:rPr>
          <w:rFonts w:hint="eastAsia" w:ascii="宋体" w:hAnsi="宋体"/>
          <w:b/>
          <w:bCs/>
          <w:sz w:val="28"/>
          <w:szCs w:val="28"/>
        </w:rPr>
        <w:t>姓名</w:t>
      </w:r>
      <w:r>
        <w:rPr>
          <w:rFonts w:hint="eastAsia" w:ascii="宋体" w:hAnsi="宋体"/>
          <w:sz w:val="28"/>
          <w:szCs w:val="28"/>
        </w:rPr>
        <w:t>及</w:t>
      </w:r>
      <w:r>
        <w:rPr>
          <w:rFonts w:hint="eastAsia" w:ascii="宋体" w:hAnsi="宋体"/>
          <w:b/>
          <w:bCs/>
          <w:sz w:val="28"/>
          <w:szCs w:val="28"/>
        </w:rPr>
        <w:t>身份证号</w:t>
      </w:r>
      <w:r>
        <w:rPr>
          <w:rFonts w:hint="eastAsia" w:ascii="宋体" w:hAnsi="宋体"/>
          <w:sz w:val="28"/>
          <w:szCs w:val="28"/>
        </w:rPr>
        <w:t>缴费</w:t>
      </w:r>
      <w:r>
        <w:rPr>
          <w:rFonts w:hint="eastAsia" w:ascii="宋体" w:hAnsi="宋体"/>
          <w:sz w:val="28"/>
          <w:szCs w:val="28"/>
          <w:lang w:val="en-US" w:eastAsia="zh-CN"/>
        </w:rPr>
        <w:t>即可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color w:val="FF0000"/>
          <w:sz w:val="28"/>
          <w:szCs w:val="28"/>
        </w:rPr>
        <w:t>身份证号务必填写准确！</w:t>
      </w:r>
      <w:r>
        <w:rPr>
          <w:rFonts w:hint="eastAsia" w:ascii="宋体" w:hAnsi="宋体"/>
          <w:sz w:val="28"/>
          <w:szCs w:val="28"/>
        </w:rPr>
        <w:t>）</w:t>
      </w:r>
    </w:p>
    <w:p w14:paraId="1135BC4E">
      <w:pPr>
        <w:spacing w:line="300" w:lineRule="atLeast"/>
        <w:ind w:firstLine="420" w:firstLineChars="200"/>
        <w:jc w:val="center"/>
        <w:rPr>
          <w:rFonts w:hint="eastAsia" w:ascii="宋体" w:hAnsi="宋体" w:eastAsia="宋体"/>
          <w:sz w:val="28"/>
          <w:szCs w:val="28"/>
          <w:lang w:eastAsia="zh-CN"/>
        </w:rPr>
      </w:pPr>
      <w:r>
        <w:drawing>
          <wp:inline distT="0" distB="0" distL="114300" distR="114300">
            <wp:extent cx="2013585" cy="2164715"/>
            <wp:effectExtent l="0" t="0" r="12065" b="63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13585" cy="21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0EF24">
      <w:pPr>
        <w:numPr>
          <w:ilvl w:val="0"/>
          <w:numId w:val="1"/>
        </w:numPr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缴费时间：</w:t>
      </w:r>
      <w:bookmarkStart w:id="0" w:name="_GoBack"/>
      <w:bookmarkEnd w:id="0"/>
    </w:p>
    <w:p w14:paraId="06C6D41A">
      <w:pPr>
        <w:numPr>
          <w:ilvl w:val="0"/>
          <w:numId w:val="0"/>
        </w:numPr>
        <w:ind w:firstLine="843" w:firstLineChars="300"/>
      </w:pP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b/>
          <w:sz w:val="28"/>
          <w:szCs w:val="28"/>
        </w:rPr>
        <w:t>日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ascii="宋体" w:hAnsi="宋体"/>
          <w:b/>
          <w:sz w:val="28"/>
          <w:szCs w:val="28"/>
        </w:rPr>
        <w:t>:00-1</w:t>
      </w:r>
      <w:r>
        <w:rPr>
          <w:rFonts w:hint="eastAsia" w:ascii="宋体" w:hAnsi="宋体"/>
          <w:b/>
          <w:sz w:val="28"/>
          <w:szCs w:val="28"/>
        </w:rPr>
        <w:t>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21</w:t>
      </w:r>
      <w:r>
        <w:rPr>
          <w:rFonts w:hint="eastAsia" w:ascii="宋体" w:hAnsi="宋体"/>
          <w:b/>
          <w:sz w:val="28"/>
          <w:szCs w:val="28"/>
        </w:rPr>
        <w:t>日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ascii="宋体" w:hAnsi="宋体"/>
          <w:b/>
          <w:sz w:val="28"/>
          <w:szCs w:val="28"/>
        </w:rPr>
        <w:t>: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00</w:t>
      </w:r>
    </w:p>
    <w:p w14:paraId="45B00946">
      <w:pPr>
        <w:spacing w:line="300" w:lineRule="atLeast"/>
        <w:ind w:firstLine="560" w:firstLineChars="200"/>
        <w:rPr>
          <w:rFonts w:hint="eastAsia" w:ascii="宋体" w:hAnsi="宋体"/>
          <w:sz w:val="28"/>
          <w:szCs w:val="28"/>
        </w:rPr>
      </w:pPr>
    </w:p>
    <w:p w14:paraId="1C9E3BA4">
      <w:pPr>
        <w:pStyle w:val="6"/>
        <w:shd w:val="clear" w:color="auto" w:fill="FFFFFF"/>
        <w:spacing w:before="0" w:beforeAutospacing="0" w:after="0" w:afterAutospacing="0" w:line="300" w:lineRule="atLeast"/>
        <w:jc w:val="both"/>
        <w:rPr>
          <w:rFonts w:hint="eastAsia"/>
          <w:sz w:val="28"/>
          <w:szCs w:val="28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65EBD7">
    <w:pPr>
      <w:pStyle w:val="4"/>
      <w:jc w:val="center"/>
    </w:pPr>
  </w:p>
  <w:p w14:paraId="2A9E0EC3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7F8817"/>
    <w:multiLevelType w:val="singleLevel"/>
    <w:tmpl w:val="BC7F881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iMDY0NGFlYjY3MjRhM2M3MDlhZjUxMzMzNWUwNmMifQ=="/>
  </w:docVars>
  <w:rsids>
    <w:rsidRoot w:val="00666087"/>
    <w:rsid w:val="00027696"/>
    <w:rsid w:val="00027970"/>
    <w:rsid w:val="000341DC"/>
    <w:rsid w:val="000379B1"/>
    <w:rsid w:val="00044258"/>
    <w:rsid w:val="000668E7"/>
    <w:rsid w:val="00070224"/>
    <w:rsid w:val="000A63AC"/>
    <w:rsid w:val="000C0BDD"/>
    <w:rsid w:val="000C4B29"/>
    <w:rsid w:val="001039E4"/>
    <w:rsid w:val="00111A26"/>
    <w:rsid w:val="00131C15"/>
    <w:rsid w:val="00144838"/>
    <w:rsid w:val="00174E94"/>
    <w:rsid w:val="00177370"/>
    <w:rsid w:val="00187232"/>
    <w:rsid w:val="001C39D7"/>
    <w:rsid w:val="001D6D9C"/>
    <w:rsid w:val="001E00C1"/>
    <w:rsid w:val="001E2481"/>
    <w:rsid w:val="001E3B97"/>
    <w:rsid w:val="002A362E"/>
    <w:rsid w:val="002B5720"/>
    <w:rsid w:val="003001B6"/>
    <w:rsid w:val="00317FA0"/>
    <w:rsid w:val="00341396"/>
    <w:rsid w:val="0037598B"/>
    <w:rsid w:val="00396008"/>
    <w:rsid w:val="003B018B"/>
    <w:rsid w:val="003C0116"/>
    <w:rsid w:val="003C6C15"/>
    <w:rsid w:val="003D025F"/>
    <w:rsid w:val="003F33CD"/>
    <w:rsid w:val="00413826"/>
    <w:rsid w:val="00415545"/>
    <w:rsid w:val="00421616"/>
    <w:rsid w:val="00436864"/>
    <w:rsid w:val="00474073"/>
    <w:rsid w:val="004902D5"/>
    <w:rsid w:val="004A5B9B"/>
    <w:rsid w:val="004D0CEE"/>
    <w:rsid w:val="004D4D4B"/>
    <w:rsid w:val="004E4196"/>
    <w:rsid w:val="0050022A"/>
    <w:rsid w:val="0058706F"/>
    <w:rsid w:val="005D69E3"/>
    <w:rsid w:val="00615061"/>
    <w:rsid w:val="006232DC"/>
    <w:rsid w:val="00640CEB"/>
    <w:rsid w:val="00666087"/>
    <w:rsid w:val="00695DC4"/>
    <w:rsid w:val="006A0FED"/>
    <w:rsid w:val="006A67B0"/>
    <w:rsid w:val="006B3EAE"/>
    <w:rsid w:val="006C62E8"/>
    <w:rsid w:val="006F0D1F"/>
    <w:rsid w:val="006F40D6"/>
    <w:rsid w:val="007049AA"/>
    <w:rsid w:val="00704C65"/>
    <w:rsid w:val="00757B58"/>
    <w:rsid w:val="00761F75"/>
    <w:rsid w:val="007A554E"/>
    <w:rsid w:val="007D09D3"/>
    <w:rsid w:val="007D7695"/>
    <w:rsid w:val="007F21A4"/>
    <w:rsid w:val="007F60D5"/>
    <w:rsid w:val="00805EE7"/>
    <w:rsid w:val="0081013C"/>
    <w:rsid w:val="00814E5F"/>
    <w:rsid w:val="00882A9C"/>
    <w:rsid w:val="008C71B9"/>
    <w:rsid w:val="008D047B"/>
    <w:rsid w:val="008E272B"/>
    <w:rsid w:val="0091110F"/>
    <w:rsid w:val="00943174"/>
    <w:rsid w:val="00956770"/>
    <w:rsid w:val="00963DC6"/>
    <w:rsid w:val="00982AB9"/>
    <w:rsid w:val="0099071F"/>
    <w:rsid w:val="00991A37"/>
    <w:rsid w:val="009B7A4C"/>
    <w:rsid w:val="00A22343"/>
    <w:rsid w:val="00A25BC3"/>
    <w:rsid w:val="00A26EFB"/>
    <w:rsid w:val="00A37F03"/>
    <w:rsid w:val="00A46B16"/>
    <w:rsid w:val="00A634A1"/>
    <w:rsid w:val="00A74BCC"/>
    <w:rsid w:val="00A7593C"/>
    <w:rsid w:val="00A76190"/>
    <w:rsid w:val="00AA63EC"/>
    <w:rsid w:val="00B134CC"/>
    <w:rsid w:val="00B13F67"/>
    <w:rsid w:val="00B242DB"/>
    <w:rsid w:val="00B32799"/>
    <w:rsid w:val="00B42712"/>
    <w:rsid w:val="00B44087"/>
    <w:rsid w:val="00B529D4"/>
    <w:rsid w:val="00B5503C"/>
    <w:rsid w:val="00B6579B"/>
    <w:rsid w:val="00B763DF"/>
    <w:rsid w:val="00B93A4D"/>
    <w:rsid w:val="00BA23E8"/>
    <w:rsid w:val="00BB50FD"/>
    <w:rsid w:val="00BC1581"/>
    <w:rsid w:val="00BC5902"/>
    <w:rsid w:val="00BC765F"/>
    <w:rsid w:val="00C17043"/>
    <w:rsid w:val="00C35139"/>
    <w:rsid w:val="00C5778A"/>
    <w:rsid w:val="00C605ED"/>
    <w:rsid w:val="00C70984"/>
    <w:rsid w:val="00C778C0"/>
    <w:rsid w:val="00C85F44"/>
    <w:rsid w:val="00CC1843"/>
    <w:rsid w:val="00CC6903"/>
    <w:rsid w:val="00CD62F3"/>
    <w:rsid w:val="00CF0569"/>
    <w:rsid w:val="00D14E00"/>
    <w:rsid w:val="00D31E6D"/>
    <w:rsid w:val="00D41334"/>
    <w:rsid w:val="00D42F15"/>
    <w:rsid w:val="00D515D6"/>
    <w:rsid w:val="00D5665B"/>
    <w:rsid w:val="00D87997"/>
    <w:rsid w:val="00D9320E"/>
    <w:rsid w:val="00D93732"/>
    <w:rsid w:val="00DC03AB"/>
    <w:rsid w:val="00DC051E"/>
    <w:rsid w:val="00DC2E10"/>
    <w:rsid w:val="00DD1BEC"/>
    <w:rsid w:val="00DF7A0C"/>
    <w:rsid w:val="00DF7AAA"/>
    <w:rsid w:val="00E0493B"/>
    <w:rsid w:val="00E5746B"/>
    <w:rsid w:val="00E60712"/>
    <w:rsid w:val="00E6168B"/>
    <w:rsid w:val="00E707CE"/>
    <w:rsid w:val="00E71260"/>
    <w:rsid w:val="00E74FA4"/>
    <w:rsid w:val="00E76F22"/>
    <w:rsid w:val="00E97DE9"/>
    <w:rsid w:val="00EA2E65"/>
    <w:rsid w:val="00EA6707"/>
    <w:rsid w:val="00EA6D04"/>
    <w:rsid w:val="00EB7A87"/>
    <w:rsid w:val="00EE53AC"/>
    <w:rsid w:val="00F13D2C"/>
    <w:rsid w:val="00F4107A"/>
    <w:rsid w:val="00F433C5"/>
    <w:rsid w:val="00F67773"/>
    <w:rsid w:val="00F84117"/>
    <w:rsid w:val="00F95E5B"/>
    <w:rsid w:val="00FA28F1"/>
    <w:rsid w:val="00FC6E1F"/>
    <w:rsid w:val="0F595B86"/>
    <w:rsid w:val="144B0EEA"/>
    <w:rsid w:val="22D22E9A"/>
    <w:rsid w:val="25073FC0"/>
    <w:rsid w:val="2AC42EB3"/>
    <w:rsid w:val="2C3B0EA8"/>
    <w:rsid w:val="31B834C0"/>
    <w:rsid w:val="34C63C25"/>
    <w:rsid w:val="37ED539D"/>
    <w:rsid w:val="3BD25904"/>
    <w:rsid w:val="46322F30"/>
    <w:rsid w:val="5215510C"/>
    <w:rsid w:val="55E67F7B"/>
    <w:rsid w:val="5C8E07A5"/>
    <w:rsid w:val="5F5D0D44"/>
    <w:rsid w:val="679735E4"/>
    <w:rsid w:val="7909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autoRedefine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3"/>
    <w:autoRedefine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autoRedefine/>
    <w:qFormat/>
    <w:uiPriority w:val="99"/>
    <w:rPr>
      <w:rFonts w:cs="Times New Roman"/>
      <w:b/>
      <w:bCs/>
    </w:rPr>
  </w:style>
  <w:style w:type="character" w:styleId="10">
    <w:name w:val="FollowedHyperlink"/>
    <w:basedOn w:val="8"/>
    <w:autoRedefine/>
    <w:semiHidden/>
    <w:qFormat/>
    <w:uiPriority w:val="99"/>
    <w:rPr>
      <w:rFonts w:cs="Times New Roman"/>
      <w:color w:val="800080"/>
      <w:u w:val="single"/>
    </w:rPr>
  </w:style>
  <w:style w:type="character" w:styleId="11">
    <w:name w:val="Hyperlink"/>
    <w:basedOn w:val="8"/>
    <w:autoRedefine/>
    <w:qFormat/>
    <w:uiPriority w:val="99"/>
    <w:rPr>
      <w:rFonts w:cs="Times New Roman"/>
      <w:color w:val="0000FF"/>
      <w:u w:val="single"/>
    </w:rPr>
  </w:style>
  <w:style w:type="character" w:customStyle="1" w:styleId="12">
    <w:name w:val="Date Char"/>
    <w:basedOn w:val="8"/>
    <w:link w:val="2"/>
    <w:autoRedefine/>
    <w:semiHidden/>
    <w:qFormat/>
    <w:locked/>
    <w:uiPriority w:val="99"/>
    <w:rPr>
      <w:rFonts w:cs="Times New Roman"/>
      <w:kern w:val="2"/>
      <w:sz w:val="22"/>
      <w:szCs w:val="22"/>
    </w:rPr>
  </w:style>
  <w:style w:type="character" w:customStyle="1" w:styleId="13">
    <w:name w:val="Balloon Text Char"/>
    <w:basedOn w:val="8"/>
    <w:link w:val="3"/>
    <w:autoRedefine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4">
    <w:name w:val="Footer Char"/>
    <w:basedOn w:val="8"/>
    <w:link w:val="4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Header Char"/>
    <w:basedOn w:val="8"/>
    <w:link w:val="5"/>
    <w:autoRedefine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196</Words>
  <Characters>211</Characters>
  <Lines>0</Lines>
  <Paragraphs>0</Paragraphs>
  <TotalTime>9</TotalTime>
  <ScaleCrop>false</ScaleCrop>
  <LinksUpToDate>false</LinksUpToDate>
  <CharactersWithSpaces>211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2022-12-12T01:25:00Z</dcterms:created>
  <dc:creator>User</dc:creator>
  <cp:lastModifiedBy>苏索里</cp:lastModifiedBy>
  <cp:lastPrinted>2022-12-12T01:19:00Z</cp:lastPrinted>
  <dcterms:modified xsi:type="dcterms:W3CDTF">2026-01-16T03:19:40Z</dcterms:modified>
  <dc:title>哈尔滨医科大学2020年学生缴费指南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C11464D61F96485DA2EBB488B9E5EECA_13</vt:lpwstr>
  </property>
  <property fmtid="{D5CDD505-2E9C-101B-9397-08002B2CF9AE}" pid="4" name="KSOTemplateDocerSaveRecord">
    <vt:lpwstr>eyJoZGlkIjoiYmNiMDY0NGFlYjY3MjRhM2M3MDlhZjUxMzMzNWUwNmMiLCJ1c2VySWQiOiIyOTQ4MDEwMzUifQ==</vt:lpwstr>
  </property>
</Properties>
</file>